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7" w:type="dxa"/>
        <w:tblInd w:w="-106" w:type="dxa"/>
        <w:tblLook w:val="00A0"/>
      </w:tblPr>
      <w:tblGrid>
        <w:gridCol w:w="2964"/>
        <w:gridCol w:w="2896"/>
        <w:gridCol w:w="1442"/>
        <w:gridCol w:w="1360"/>
        <w:gridCol w:w="1595"/>
      </w:tblGrid>
      <w:tr w:rsidR="00CB3EB1" w:rsidRPr="00AC709A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5BA3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Бутырского сельского поселения  Репьевского муниципального района на 01.04.201</w:t>
            </w:r>
            <w:r w:rsidRPr="00567D7B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  <w:r w:rsidRPr="00065BA3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B3EB1" w:rsidRPr="00AC709A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B3EB1" w:rsidRPr="00AC709A">
        <w:trPr>
          <w:trHeight w:val="121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bookmarkStart w:id="0" w:name="_GoBack" w:colFirst="1" w:colLast="1"/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bookmarkEnd w:id="0"/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CB3EB1" w:rsidRPr="00AC709A">
        <w:trPr>
          <w:trHeight w:val="34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3361,9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718,6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21,4</w:t>
            </w:r>
          </w:p>
        </w:tc>
      </w:tr>
      <w:tr w:rsidR="00CB3EB1" w:rsidRPr="00AC709A">
        <w:trPr>
          <w:trHeight w:val="510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279,5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19,4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1917,9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CB3EB1" w:rsidRPr="00AC709A">
        <w:trPr>
          <w:trHeight w:val="360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3390,8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585,1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17,3</w:t>
            </w:r>
          </w:p>
        </w:tc>
      </w:tr>
      <w:tr w:rsidR="00CB3EB1" w:rsidRPr="00AC709A">
        <w:trPr>
          <w:trHeight w:val="510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1733,7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375,4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21,7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13,8</w:t>
            </w:r>
          </w:p>
        </w:tc>
      </w:tr>
      <w:tr w:rsidR="00CB3EB1" w:rsidRPr="00AC709A">
        <w:trPr>
          <w:trHeight w:val="76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B3EB1" w:rsidRPr="00AC709A">
        <w:trPr>
          <w:trHeight w:val="510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152,4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25,7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1162,3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B3EB1" w:rsidRPr="00AC709A">
        <w:trPr>
          <w:trHeight w:val="765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EB1" w:rsidRPr="00065BA3" w:rsidRDefault="00CB3EB1" w:rsidP="00065BA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65BA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B3EB1" w:rsidRPr="00AC709A">
        <w:trPr>
          <w:trHeight w:val="255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B3EB1" w:rsidRPr="00AC709A">
        <w:trPr>
          <w:trHeight w:val="300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Глава поселения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Р.В.Фирсов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B3EB1" w:rsidRPr="00AC709A">
        <w:trPr>
          <w:trHeight w:val="300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B3EB1" w:rsidRPr="00AC709A">
        <w:trPr>
          <w:trHeight w:val="300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3EB1" w:rsidRPr="00065BA3" w:rsidRDefault="00CB3EB1" w:rsidP="00065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65BA3">
              <w:rPr>
                <w:rFonts w:ascii="Times New Roman" w:hAnsi="Times New Roman" w:cs="Times New Roman"/>
                <w:lang w:eastAsia="ru-RU"/>
              </w:rPr>
              <w:t>Г.М.Панкова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3EB1" w:rsidRPr="00065BA3" w:rsidRDefault="00CB3EB1" w:rsidP="00065BA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B3EB1" w:rsidRDefault="00CB3EB1"/>
    <w:sectPr w:rsidR="00CB3EB1" w:rsidSect="00D5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BA3"/>
    <w:rsid w:val="00065BA3"/>
    <w:rsid w:val="00567D7B"/>
    <w:rsid w:val="0070385E"/>
    <w:rsid w:val="0084090A"/>
    <w:rsid w:val="00A23BDE"/>
    <w:rsid w:val="00AC709A"/>
    <w:rsid w:val="00CB3EB1"/>
    <w:rsid w:val="00D53608"/>
    <w:rsid w:val="00D7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60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5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215</Words>
  <Characters>1229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</cp:revision>
  <dcterms:created xsi:type="dcterms:W3CDTF">2015-04-15T05:11:00Z</dcterms:created>
  <dcterms:modified xsi:type="dcterms:W3CDTF">2015-05-12T12:18:00Z</dcterms:modified>
</cp:coreProperties>
</file>