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7" w:type="dxa"/>
        <w:tblInd w:w="-106" w:type="dxa"/>
        <w:tblLook w:val="00A0"/>
      </w:tblPr>
      <w:tblGrid>
        <w:gridCol w:w="2989"/>
        <w:gridCol w:w="2871"/>
        <w:gridCol w:w="1532"/>
        <w:gridCol w:w="1540"/>
        <w:gridCol w:w="1415"/>
      </w:tblGrid>
      <w:tr w:rsidR="00580508" w:rsidRPr="00D125ED">
        <w:trPr>
          <w:trHeight w:val="315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C0090">
              <w:rPr>
                <w:rFonts w:ascii="Arial CYR" w:hAnsi="Arial CYR" w:cs="Arial CYR"/>
                <w:b/>
                <w:bCs/>
                <w:sz w:val="24"/>
                <w:szCs w:val="24"/>
              </w:rPr>
              <w:t>Отчет</w:t>
            </w:r>
            <w:r w:rsidRPr="00003B0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о ходе исполнения бюджета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Истобинского сельского поселения Репьевского муниципального района на 01.04.2015 года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580508" w:rsidRPr="00D125ED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580508" w:rsidRPr="00D125ED">
        <w:trPr>
          <w:trHeight w:val="121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Уточненный план на 2015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Исполнено на  01.04.2015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Процент исполнения к уточненному плану за год</w:t>
            </w:r>
          </w:p>
        </w:tc>
      </w:tr>
      <w:tr w:rsidR="00580508" w:rsidRPr="00D125ED">
        <w:trPr>
          <w:trHeight w:val="25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580508" w:rsidRPr="00D125ED">
        <w:trPr>
          <w:trHeight w:val="34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7397,3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951,8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12,9</w:t>
            </w:r>
          </w:p>
        </w:tc>
      </w:tr>
      <w:tr w:rsidR="00580508" w:rsidRPr="00D125ED">
        <w:trPr>
          <w:trHeight w:val="5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Доходы  налоговые и неналоговые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3164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705,7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</w:tr>
      <w:tr w:rsidR="00580508" w:rsidRPr="00D125ED">
        <w:trPr>
          <w:trHeight w:val="25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4233,3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246,1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5,8</w:t>
            </w:r>
          </w:p>
        </w:tc>
      </w:tr>
      <w:tr w:rsidR="00580508" w:rsidRPr="00D125ED">
        <w:trPr>
          <w:trHeight w:val="3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  <w:t>Итого  расходов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7460,6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919,9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12,3</w:t>
            </w:r>
          </w:p>
        </w:tc>
      </w:tr>
      <w:tr w:rsidR="00580508" w:rsidRPr="00D125ED">
        <w:trPr>
          <w:trHeight w:val="5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000 0100 0000000 000 000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1655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418,8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25,3</w:t>
            </w:r>
          </w:p>
        </w:tc>
      </w:tr>
      <w:tr w:rsidR="00580508" w:rsidRPr="00D125ED">
        <w:trPr>
          <w:trHeight w:val="25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000 0200 0000000 000 000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19,8</w:t>
            </w:r>
          </w:p>
        </w:tc>
      </w:tr>
      <w:tr w:rsidR="00580508" w:rsidRPr="00D125ED">
        <w:trPr>
          <w:trHeight w:val="76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000 0300 0000000 000 000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80508" w:rsidRPr="00D125ED">
        <w:trPr>
          <w:trHeight w:val="25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000 0400 0000000 000 000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33,9</w:t>
            </w:r>
          </w:p>
        </w:tc>
      </w:tr>
      <w:tr w:rsidR="00580508" w:rsidRPr="00D125ED">
        <w:trPr>
          <w:trHeight w:val="5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000 0500 0000000 000 000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4040,7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165,1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4,1</w:t>
            </w:r>
          </w:p>
        </w:tc>
      </w:tr>
      <w:tr w:rsidR="00580508" w:rsidRPr="00D125ED">
        <w:trPr>
          <w:trHeight w:val="25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000 0800 0000000 000 000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1108,9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135,4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12,2</w:t>
            </w:r>
          </w:p>
        </w:tc>
      </w:tr>
      <w:tr w:rsidR="00580508" w:rsidRPr="00D125ED">
        <w:trPr>
          <w:trHeight w:val="25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000 1000 0000000 000 000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17,7</w:t>
            </w:r>
          </w:p>
        </w:tc>
      </w:tr>
      <w:tr w:rsidR="00580508" w:rsidRPr="00D125ED">
        <w:trPr>
          <w:trHeight w:val="76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000 1300 0000000 000 000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08" w:rsidRPr="00003B0C" w:rsidRDefault="00580508" w:rsidP="00003B0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03B0C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80508" w:rsidRPr="00D125ED">
        <w:trPr>
          <w:trHeight w:val="255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580508" w:rsidRPr="00D125ED">
        <w:trPr>
          <w:trHeight w:val="255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3B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3B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3B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В.И.Аристова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580508" w:rsidRPr="00D125ED">
        <w:trPr>
          <w:trHeight w:val="255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3B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3B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3B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580508" w:rsidRPr="00D125ED">
        <w:trPr>
          <w:trHeight w:val="255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3B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3B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80508" w:rsidRPr="00003B0C" w:rsidRDefault="00580508" w:rsidP="00003B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3B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Т.В.Ануфриева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0508" w:rsidRPr="00003B0C" w:rsidRDefault="00580508" w:rsidP="00003B0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580508" w:rsidRDefault="00580508"/>
    <w:sectPr w:rsidR="00580508" w:rsidSect="00516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B0C"/>
    <w:rsid w:val="00003B0C"/>
    <w:rsid w:val="0005404C"/>
    <w:rsid w:val="00167D11"/>
    <w:rsid w:val="003C0090"/>
    <w:rsid w:val="004C1B99"/>
    <w:rsid w:val="0051617F"/>
    <w:rsid w:val="00580508"/>
    <w:rsid w:val="00B6571C"/>
    <w:rsid w:val="00D125ED"/>
    <w:rsid w:val="00D66941"/>
    <w:rsid w:val="00ED4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7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43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217</Words>
  <Characters>1237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3</cp:revision>
  <dcterms:created xsi:type="dcterms:W3CDTF">2015-04-15T08:39:00Z</dcterms:created>
  <dcterms:modified xsi:type="dcterms:W3CDTF">2015-05-12T12:13:00Z</dcterms:modified>
</cp:coreProperties>
</file>