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2" w:type="dxa"/>
        <w:tblInd w:w="-106" w:type="dxa"/>
        <w:tblLook w:val="00A0"/>
      </w:tblPr>
      <w:tblGrid>
        <w:gridCol w:w="3016"/>
        <w:gridCol w:w="2844"/>
        <w:gridCol w:w="1547"/>
        <w:gridCol w:w="1540"/>
        <w:gridCol w:w="1415"/>
      </w:tblGrid>
      <w:tr w:rsidR="00DD5721" w:rsidRPr="009A4A87">
        <w:trPr>
          <w:trHeight w:val="315"/>
        </w:trPr>
        <w:tc>
          <w:tcPr>
            <w:tcW w:w="58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Отчет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10FFF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о ходе исполнения бюджета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Колбинского сельского поселения Репьевского муниципального района на 01.04.2015 года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DD5721" w:rsidRPr="009A4A87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DD5721" w:rsidRPr="009A4A87">
        <w:trPr>
          <w:trHeight w:val="121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Уточненный план на 2015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Исполнено на  01.04.2015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Процент исполнения к уточненному плану за год</w:t>
            </w:r>
          </w:p>
        </w:tc>
      </w:tr>
      <w:tr w:rsidR="00DD5721" w:rsidRPr="009A4A87">
        <w:trPr>
          <w:trHeight w:val="2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5</w:t>
            </w:r>
          </w:p>
        </w:tc>
      </w:tr>
      <w:tr w:rsidR="00DD5721" w:rsidRPr="009A4A87">
        <w:trPr>
          <w:trHeight w:val="34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4001,4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23,3</w:t>
            </w:r>
          </w:p>
        </w:tc>
      </w:tr>
      <w:tr w:rsidR="00DD5721" w:rsidRPr="009A4A87">
        <w:trPr>
          <w:trHeight w:val="510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Доходы  налоговые и неналоговые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1559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21,0</w:t>
            </w:r>
          </w:p>
        </w:tc>
      </w:tr>
      <w:tr w:rsidR="00DD5721" w:rsidRPr="009A4A87">
        <w:trPr>
          <w:trHeight w:val="2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2442,4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603,1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24,7</w:t>
            </w:r>
          </w:p>
        </w:tc>
      </w:tr>
      <w:tr w:rsidR="00DD5721" w:rsidRPr="009A4A87">
        <w:trPr>
          <w:trHeight w:val="360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8"/>
                <w:szCs w:val="28"/>
                <w:lang w:eastAsia="ru-RU"/>
              </w:rPr>
              <w:t>Итого  расходов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4154,3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978,5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23,6</w:t>
            </w:r>
          </w:p>
        </w:tc>
      </w:tr>
      <w:tr w:rsidR="00DD5721" w:rsidRPr="009A4A87">
        <w:trPr>
          <w:trHeight w:val="510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000 0100 0000000 000 000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1807,1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22,8</w:t>
            </w:r>
          </w:p>
        </w:tc>
      </w:tr>
      <w:tr w:rsidR="00DD5721" w:rsidRPr="009A4A87">
        <w:trPr>
          <w:trHeight w:val="2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000 0200 0000000 000 000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13,8</w:t>
            </w:r>
          </w:p>
        </w:tc>
      </w:tr>
      <w:tr w:rsidR="00DD5721" w:rsidRPr="009A4A87">
        <w:trPr>
          <w:trHeight w:val="76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000 0300 0000000 000 000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63,8</w:t>
            </w:r>
          </w:p>
        </w:tc>
      </w:tr>
      <w:tr w:rsidR="00DD5721" w:rsidRPr="009A4A87">
        <w:trPr>
          <w:trHeight w:val="2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000 0400 0000000 000 000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D5721" w:rsidRPr="009A4A87">
        <w:trPr>
          <w:trHeight w:val="510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000 0500 0000000 000 000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236,7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208,4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88,0</w:t>
            </w:r>
          </w:p>
        </w:tc>
      </w:tr>
      <w:tr w:rsidR="00DD5721" w:rsidRPr="009A4A87">
        <w:trPr>
          <w:trHeight w:val="2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000 0800 0000000 000 000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1716,4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333,9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19,5</w:t>
            </w:r>
          </w:p>
        </w:tc>
      </w:tr>
      <w:tr w:rsidR="00DD5721" w:rsidRPr="009A4A87">
        <w:trPr>
          <w:trHeight w:val="25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000 1000 0000000 000 000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18,9</w:t>
            </w:r>
          </w:p>
        </w:tc>
      </w:tr>
      <w:tr w:rsidR="00DD5721" w:rsidRPr="009A4A87">
        <w:trPr>
          <w:trHeight w:val="765"/>
        </w:trPr>
        <w:tc>
          <w:tcPr>
            <w:tcW w:w="3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000 1300 0000000 000 000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721" w:rsidRPr="00F10FFF" w:rsidRDefault="00DD5721" w:rsidP="00F10FFF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F10FFF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D5721" w:rsidRPr="009A4A87">
        <w:trPr>
          <w:trHeight w:val="255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DD5721" w:rsidRPr="009A4A87">
        <w:trPr>
          <w:trHeight w:val="255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0F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0F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0F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В.Н.Симонцева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DD5721" w:rsidRPr="009A4A87">
        <w:trPr>
          <w:trHeight w:val="255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0F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0F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0F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DD5721" w:rsidRPr="009A4A87">
        <w:trPr>
          <w:trHeight w:val="255"/>
        </w:trPr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0F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0F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DD5721" w:rsidRPr="00F10FFF" w:rsidRDefault="00DD5721" w:rsidP="00F10F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10FF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Е.А.Морозова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5721" w:rsidRPr="00F10FFF" w:rsidRDefault="00DD5721" w:rsidP="00F10FFF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DD5721" w:rsidRDefault="00DD5721"/>
    <w:sectPr w:rsidR="00DD5721" w:rsidSect="00344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0FFF"/>
    <w:rsid w:val="003446DF"/>
    <w:rsid w:val="004D27C6"/>
    <w:rsid w:val="00941B84"/>
    <w:rsid w:val="009A4A87"/>
    <w:rsid w:val="00DD5721"/>
    <w:rsid w:val="00EB2827"/>
    <w:rsid w:val="00F10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6D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08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216</Words>
  <Characters>1232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2</cp:revision>
  <dcterms:created xsi:type="dcterms:W3CDTF">2015-04-15T07:22:00Z</dcterms:created>
  <dcterms:modified xsi:type="dcterms:W3CDTF">2015-05-12T12:18:00Z</dcterms:modified>
</cp:coreProperties>
</file>