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1" w:type="dxa"/>
        <w:tblInd w:w="-106" w:type="dxa"/>
        <w:tblLook w:val="00A0"/>
      </w:tblPr>
      <w:tblGrid>
        <w:gridCol w:w="2922"/>
        <w:gridCol w:w="2851"/>
        <w:gridCol w:w="1693"/>
        <w:gridCol w:w="1540"/>
        <w:gridCol w:w="1415"/>
      </w:tblGrid>
      <w:tr w:rsidR="008C5AAD" w:rsidRPr="00AB2779">
        <w:trPr>
          <w:trHeight w:val="315"/>
        </w:trPr>
        <w:tc>
          <w:tcPr>
            <w:tcW w:w="5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D3618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Репьевского сельского поселения Репьевского муниципального района на 01.04.2015 года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C5AAD" w:rsidRPr="00AB2779">
        <w:trPr>
          <w:trHeight w:val="255"/>
        </w:trPr>
        <w:tc>
          <w:tcPr>
            <w:tcW w:w="5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C5AAD" w:rsidRPr="00AB2779">
        <w:trPr>
          <w:trHeight w:val="121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8C5AAD" w:rsidRPr="00AB2779">
        <w:trPr>
          <w:trHeight w:val="34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17147,1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3177,6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18,5</w:t>
            </w:r>
          </w:p>
        </w:tc>
      </w:tr>
      <w:tr w:rsidR="008C5AAD" w:rsidRPr="00AB2779">
        <w:trPr>
          <w:trHeight w:val="51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7209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1898,4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9938,1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1279,2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12,9</w:t>
            </w:r>
          </w:p>
        </w:tc>
      </w:tr>
      <w:tr w:rsidR="008C5AAD" w:rsidRPr="00AB2779">
        <w:trPr>
          <w:trHeight w:val="36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17291,3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2648,5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</w:tr>
      <w:tr w:rsidR="008C5AAD" w:rsidRPr="00AB2779">
        <w:trPr>
          <w:trHeight w:val="51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3149,2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912,4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29,0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15,5</w:t>
            </w:r>
          </w:p>
        </w:tc>
      </w:tr>
      <w:tr w:rsidR="008C5AAD" w:rsidRPr="00AB2779">
        <w:trPr>
          <w:trHeight w:val="76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</w:tr>
      <w:tr w:rsidR="008C5AAD" w:rsidRPr="00AB2779">
        <w:trPr>
          <w:trHeight w:val="510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7161,4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21,6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6222,8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C5AAD" w:rsidRPr="00AB2779">
        <w:trPr>
          <w:trHeight w:val="765"/>
        </w:trPr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AAD" w:rsidRPr="00AD3618" w:rsidRDefault="008C5AAD" w:rsidP="00AD361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D3618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администрации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Г.В.Сидельников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C5AAD" w:rsidRPr="00AB2779">
        <w:trPr>
          <w:trHeight w:val="25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C5AAD" w:rsidRPr="00AD3618" w:rsidRDefault="008C5AAD" w:rsidP="00AD36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36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И.В.Ивлева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AAD" w:rsidRPr="00AD3618" w:rsidRDefault="008C5AAD" w:rsidP="00AD361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C5AAD" w:rsidRDefault="008C5AAD"/>
    <w:sectPr w:rsidR="008C5AAD" w:rsidSect="0075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618"/>
    <w:rsid w:val="003233A8"/>
    <w:rsid w:val="00753E1F"/>
    <w:rsid w:val="008C5AAD"/>
    <w:rsid w:val="00AB2779"/>
    <w:rsid w:val="00AD3618"/>
    <w:rsid w:val="00CB32C1"/>
    <w:rsid w:val="00F0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217</Words>
  <Characters>1237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</cp:revision>
  <dcterms:created xsi:type="dcterms:W3CDTF">2015-04-15T08:54:00Z</dcterms:created>
  <dcterms:modified xsi:type="dcterms:W3CDTF">2015-05-12T12:14:00Z</dcterms:modified>
</cp:coreProperties>
</file>