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35" w:type="dxa"/>
        <w:tblInd w:w="-106" w:type="dxa"/>
        <w:tblLook w:val="00A0"/>
      </w:tblPr>
      <w:tblGrid>
        <w:gridCol w:w="2949"/>
        <w:gridCol w:w="2911"/>
        <w:gridCol w:w="1420"/>
        <w:gridCol w:w="1540"/>
        <w:gridCol w:w="1415"/>
      </w:tblGrid>
      <w:tr w:rsidR="00712805" w:rsidRPr="00FF0A24">
        <w:trPr>
          <w:trHeight w:val="315"/>
        </w:trPr>
        <w:tc>
          <w:tcPr>
            <w:tcW w:w="5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Отчет</w:t>
            </w:r>
            <w:r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D3649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 xml:space="preserve"> о ходе исполнения бюджета                                                                                                                                                                                                                                                                                Россошкинского сельского поселения Репьевского муниципального района на 01.04.2015 года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805" w:rsidRPr="00DD3649" w:rsidRDefault="00712805" w:rsidP="00DD3649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805" w:rsidRPr="00DD3649" w:rsidRDefault="00712805" w:rsidP="00DD3649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805" w:rsidRPr="00DD3649" w:rsidRDefault="00712805" w:rsidP="00DD3649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712805" w:rsidRPr="00FF0A24">
        <w:trPr>
          <w:trHeight w:val="255"/>
        </w:trPr>
        <w:tc>
          <w:tcPr>
            <w:tcW w:w="5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805" w:rsidRPr="00DD3649" w:rsidRDefault="00712805" w:rsidP="00DD3649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805" w:rsidRPr="00DD3649" w:rsidRDefault="00712805" w:rsidP="00DD3649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805" w:rsidRPr="00DD3649" w:rsidRDefault="00712805" w:rsidP="00DD3649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712805" w:rsidRPr="00FF0A24">
        <w:trPr>
          <w:trHeight w:val="1215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Уточненный план на 2015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Исполнено на  01.04.2015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Процент исполнения к уточненному плану за год</w:t>
            </w:r>
          </w:p>
        </w:tc>
      </w:tr>
      <w:tr w:rsidR="00712805" w:rsidRPr="00FF0A24">
        <w:trPr>
          <w:trHeight w:val="255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5</w:t>
            </w:r>
          </w:p>
        </w:tc>
      </w:tr>
      <w:tr w:rsidR="00712805" w:rsidRPr="00FF0A24">
        <w:trPr>
          <w:trHeight w:val="345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rPr>
                <w:rFonts w:ascii="Arial CYR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3170,8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740,4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23,4</w:t>
            </w:r>
          </w:p>
        </w:tc>
      </w:tr>
      <w:tr w:rsidR="00712805" w:rsidRPr="00FF0A24">
        <w:trPr>
          <w:trHeight w:val="51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Доходы  налоговые и неналоговые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10,7</w:t>
            </w:r>
          </w:p>
        </w:tc>
      </w:tr>
      <w:tr w:rsidR="00712805" w:rsidRPr="00FF0A24">
        <w:trPr>
          <w:trHeight w:val="255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2549,8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674,1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26,4</w:t>
            </w:r>
          </w:p>
        </w:tc>
      </w:tr>
      <w:tr w:rsidR="00712805" w:rsidRPr="00FF0A24">
        <w:trPr>
          <w:trHeight w:val="36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rPr>
                <w:rFonts w:ascii="Arial CYR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8"/>
                <w:szCs w:val="28"/>
                <w:lang w:eastAsia="ru-RU"/>
              </w:rPr>
              <w:t>Итого  расходов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3183,2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725,5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22,8</w:t>
            </w:r>
          </w:p>
        </w:tc>
      </w:tr>
      <w:tr w:rsidR="00712805" w:rsidRPr="00FF0A24">
        <w:trPr>
          <w:trHeight w:val="51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000 0100 0000000 000 000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1438,7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289,2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20,1</w:t>
            </w:r>
          </w:p>
        </w:tc>
      </w:tr>
      <w:tr w:rsidR="00712805" w:rsidRPr="00FF0A24">
        <w:trPr>
          <w:trHeight w:val="255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000 0200 0000000 000 000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</w:tr>
      <w:tr w:rsidR="00712805" w:rsidRPr="00FF0A24">
        <w:trPr>
          <w:trHeight w:val="765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000 0300 0000000 000 000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12805" w:rsidRPr="00FF0A24">
        <w:trPr>
          <w:trHeight w:val="255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000 0400 0000000 000 000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31,7</w:t>
            </w:r>
          </w:p>
        </w:tc>
      </w:tr>
      <w:tr w:rsidR="00712805" w:rsidRPr="00FF0A24">
        <w:trPr>
          <w:trHeight w:val="510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000 0500 0000000 000 000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35,2</w:t>
            </w:r>
          </w:p>
        </w:tc>
      </w:tr>
      <w:tr w:rsidR="00712805" w:rsidRPr="00FF0A24">
        <w:trPr>
          <w:trHeight w:val="255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000 0800 0000000 000 000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1434,4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345,8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24,1</w:t>
            </w:r>
          </w:p>
        </w:tc>
      </w:tr>
      <w:tr w:rsidR="00712805" w:rsidRPr="00FF0A24">
        <w:trPr>
          <w:trHeight w:val="255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000 1000 0000000 000 000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712805" w:rsidRPr="00FF0A24">
        <w:trPr>
          <w:trHeight w:val="765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000 1300 0000000 000 000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05" w:rsidRPr="00DD3649" w:rsidRDefault="00712805" w:rsidP="00DD3649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D3649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712805" w:rsidRPr="00FF0A24">
        <w:trPr>
          <w:trHeight w:val="255"/>
        </w:trPr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805" w:rsidRPr="00DD3649" w:rsidRDefault="00712805" w:rsidP="00DD3649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805" w:rsidRPr="00DD3649" w:rsidRDefault="00712805" w:rsidP="00DD3649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805" w:rsidRPr="00DD3649" w:rsidRDefault="00712805" w:rsidP="00DD3649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805" w:rsidRPr="00DD3649" w:rsidRDefault="00712805" w:rsidP="00DD3649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805" w:rsidRPr="00DD3649" w:rsidRDefault="00712805" w:rsidP="00DD3649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712805" w:rsidRPr="00FF0A24">
        <w:trPr>
          <w:trHeight w:val="255"/>
        </w:trPr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2805" w:rsidRPr="00DD3649" w:rsidRDefault="00712805" w:rsidP="00DD36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36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Глава поселения</w:t>
            </w: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2805" w:rsidRPr="00DD3649" w:rsidRDefault="00712805" w:rsidP="00DD36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36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2805" w:rsidRPr="00DD3649" w:rsidRDefault="00712805" w:rsidP="00DD36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36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Т.А.Анохина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2805" w:rsidRPr="00DD3649" w:rsidRDefault="00712805" w:rsidP="00DD36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36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805" w:rsidRPr="00DD3649" w:rsidRDefault="00712805" w:rsidP="00DD3649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712805" w:rsidRPr="00FF0A24">
        <w:trPr>
          <w:trHeight w:val="255"/>
        </w:trPr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2805" w:rsidRPr="00DD3649" w:rsidRDefault="00712805" w:rsidP="00DD36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36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2805" w:rsidRPr="00DD3649" w:rsidRDefault="00712805" w:rsidP="00DD36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36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2805" w:rsidRPr="00DD3649" w:rsidRDefault="00712805" w:rsidP="00DD36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36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2805" w:rsidRPr="00DD3649" w:rsidRDefault="00712805" w:rsidP="00DD36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36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805" w:rsidRPr="00DD3649" w:rsidRDefault="00712805" w:rsidP="00DD3649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712805" w:rsidRPr="00FF0A24">
        <w:trPr>
          <w:trHeight w:val="255"/>
        </w:trPr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12805" w:rsidRPr="00DD3649" w:rsidRDefault="00712805" w:rsidP="00DD36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36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Главный бухгалтер</w:t>
            </w: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2805" w:rsidRPr="00DD3649" w:rsidRDefault="00712805" w:rsidP="00DD36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36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12805" w:rsidRPr="00DD3649" w:rsidRDefault="00712805" w:rsidP="00DD36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36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М.И.Гончарова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805" w:rsidRPr="00DD3649" w:rsidRDefault="00712805" w:rsidP="00DD3649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712805" w:rsidRDefault="00712805"/>
    <w:sectPr w:rsidR="00712805" w:rsidSect="00912C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649"/>
    <w:rsid w:val="003D0F24"/>
    <w:rsid w:val="00712805"/>
    <w:rsid w:val="00912CE4"/>
    <w:rsid w:val="00A312AF"/>
    <w:rsid w:val="00DD3649"/>
    <w:rsid w:val="00FF0A24"/>
    <w:rsid w:val="00FF7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CE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0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215</Words>
  <Characters>1229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boss</cp:lastModifiedBy>
  <cp:revision>2</cp:revision>
  <dcterms:created xsi:type="dcterms:W3CDTF">2015-04-15T10:23:00Z</dcterms:created>
  <dcterms:modified xsi:type="dcterms:W3CDTF">2015-05-12T12:20:00Z</dcterms:modified>
</cp:coreProperties>
</file>